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49BDE9" w14:textId="0D1D04B1" w:rsidR="004D36D7" w:rsidRPr="00FD4A68" w:rsidRDefault="003957A9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0D2A6259CDC7449AB25CA353E128EDD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6C62D8">
            <w:t xml:space="preserve">Lab - Implement VLANs and </w:t>
          </w:r>
          <w:proofErr w:type="spellStart"/>
          <w:r w:rsidR="006C62D8">
            <w:t>Trunking</w:t>
          </w:r>
          <w:proofErr w:type="spellEnd"/>
        </w:sdtContent>
      </w:sdt>
    </w:p>
    <w:p w14:paraId="7B954D7B" w14:textId="77777777" w:rsidR="00D778DF" w:rsidRPr="00E70096" w:rsidRDefault="00D778DF" w:rsidP="00D452F4">
      <w:pPr>
        <w:pStyle w:val="Heading1"/>
      </w:pPr>
      <w:r w:rsidRPr="00E70096">
        <w:t>Topology</w:t>
      </w:r>
    </w:p>
    <w:p w14:paraId="21589C0E" w14:textId="0A8B2F20" w:rsidR="00CD6671" w:rsidRDefault="00CD6671" w:rsidP="00D778DF">
      <w:pPr>
        <w:pStyle w:val="Visual"/>
      </w:pPr>
      <w:r>
        <w:rPr>
          <w:noProof/>
        </w:rPr>
        <w:drawing>
          <wp:inline distT="0" distB="0" distL="0" distR="0" wp14:anchorId="1E535127" wp14:editId="2461181C">
            <wp:extent cx="6041390" cy="774065"/>
            <wp:effectExtent l="0" t="0" r="0" b="6985"/>
            <wp:docPr id="3" name="Picture 3" descr="This topology has 2 PCs and 2 switches. PC-A is connected S1 F0/6. S1 F0/1 is  connected to S2 F0/1. Pc-B is connected to S2 F0/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390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5CDBDF" w14:textId="77777777" w:rsidR="00FE52C3" w:rsidRPr="00BB73FF" w:rsidRDefault="00FE52C3" w:rsidP="00FE52C3">
      <w:pPr>
        <w:pStyle w:val="Heading1"/>
        <w:numPr>
          <w:ilvl w:val="0"/>
          <w:numId w:val="0"/>
        </w:numPr>
      </w:pPr>
      <w:r w:rsidRPr="00BB73FF">
        <w:t>Addressing Table</w:t>
      </w:r>
    </w:p>
    <w:tbl>
      <w:tblPr>
        <w:tblW w:w="1012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This table shows the addressing for the Device, Interface, IP Address and Subnet Mask."/>
      </w:tblPr>
      <w:tblGrid>
        <w:gridCol w:w="2532"/>
        <w:gridCol w:w="2532"/>
        <w:gridCol w:w="2532"/>
        <w:gridCol w:w="2533"/>
      </w:tblGrid>
      <w:tr w:rsidR="00B53602" w14:paraId="0A5B2A0C" w14:textId="77777777" w:rsidTr="001545A9">
        <w:trPr>
          <w:cantSplit/>
          <w:jc w:val="center"/>
        </w:trPr>
        <w:tc>
          <w:tcPr>
            <w:tcW w:w="2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E6BEC80" w14:textId="77777777" w:rsidR="00B53602" w:rsidRPr="00E87D62" w:rsidRDefault="00B53602" w:rsidP="006C62D8">
            <w:pPr>
              <w:pStyle w:val="TableHeading"/>
            </w:pPr>
            <w:r w:rsidRPr="00E87D62">
              <w:t>Device</w:t>
            </w:r>
          </w:p>
        </w:tc>
        <w:tc>
          <w:tcPr>
            <w:tcW w:w="2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D5CD952" w14:textId="77777777" w:rsidR="00B53602" w:rsidRPr="00E87D62" w:rsidRDefault="00B53602" w:rsidP="006C62D8">
            <w:pPr>
              <w:pStyle w:val="TableHeading"/>
            </w:pPr>
            <w:r w:rsidRPr="00E87D62">
              <w:t>Interface</w:t>
            </w:r>
          </w:p>
        </w:tc>
        <w:tc>
          <w:tcPr>
            <w:tcW w:w="2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E09EB12" w14:textId="77777777" w:rsidR="00B53602" w:rsidRPr="00E87D62" w:rsidRDefault="00B53602" w:rsidP="006C62D8">
            <w:pPr>
              <w:pStyle w:val="TableHeading"/>
            </w:pPr>
            <w:r w:rsidRPr="00E87D62">
              <w:t>IP Address</w:t>
            </w:r>
          </w:p>
        </w:tc>
        <w:tc>
          <w:tcPr>
            <w:tcW w:w="2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D8BC192" w14:textId="77777777" w:rsidR="00B53602" w:rsidRPr="00E87D62" w:rsidRDefault="00B53602" w:rsidP="006C62D8">
            <w:pPr>
              <w:pStyle w:val="TableHeading"/>
            </w:pPr>
            <w:r w:rsidRPr="00E87D62">
              <w:t>Subnet Mask</w:t>
            </w:r>
          </w:p>
        </w:tc>
      </w:tr>
      <w:tr w:rsidR="00B53602" w14:paraId="1ADFC13E" w14:textId="77777777" w:rsidTr="001545A9">
        <w:trPr>
          <w:cantSplit/>
          <w:jc w:val="center"/>
        </w:trPr>
        <w:tc>
          <w:tcPr>
            <w:tcW w:w="2532" w:type="dxa"/>
            <w:tcBorders>
              <w:bottom w:val="nil"/>
            </w:tcBorders>
            <w:vAlign w:val="bottom"/>
          </w:tcPr>
          <w:p w14:paraId="6668CB59" w14:textId="77777777" w:rsidR="00B53602" w:rsidRPr="00E87D62" w:rsidRDefault="00B53602" w:rsidP="006C62D8">
            <w:pPr>
              <w:pStyle w:val="TableText"/>
            </w:pPr>
            <w:r>
              <w:t>S1</w:t>
            </w:r>
          </w:p>
        </w:tc>
        <w:tc>
          <w:tcPr>
            <w:tcW w:w="2532" w:type="dxa"/>
            <w:vAlign w:val="bottom"/>
          </w:tcPr>
          <w:p w14:paraId="5D4E0FFD" w14:textId="77777777" w:rsidR="00B53602" w:rsidRPr="00E87D62" w:rsidRDefault="00B53602" w:rsidP="006C62D8">
            <w:pPr>
              <w:pStyle w:val="TableText"/>
            </w:pPr>
            <w:r>
              <w:t>VLAN 10</w:t>
            </w:r>
          </w:p>
        </w:tc>
        <w:tc>
          <w:tcPr>
            <w:tcW w:w="2532" w:type="dxa"/>
            <w:vAlign w:val="bottom"/>
          </w:tcPr>
          <w:p w14:paraId="16C84404" w14:textId="0AC5D8B1" w:rsidR="00B53602" w:rsidRPr="00E87D62" w:rsidRDefault="00B53602" w:rsidP="006C62D8">
            <w:pPr>
              <w:pStyle w:val="TableText"/>
            </w:pPr>
            <w:r>
              <w:t>192.168.10.11</w:t>
            </w:r>
          </w:p>
        </w:tc>
        <w:tc>
          <w:tcPr>
            <w:tcW w:w="2533" w:type="dxa"/>
            <w:vAlign w:val="bottom"/>
          </w:tcPr>
          <w:p w14:paraId="1BE5FE89" w14:textId="77777777" w:rsidR="00B53602" w:rsidRPr="00E87D62" w:rsidRDefault="00B53602" w:rsidP="006C62D8">
            <w:pPr>
              <w:pStyle w:val="TableText"/>
            </w:pPr>
            <w:r>
              <w:t>255.255.255.0</w:t>
            </w:r>
          </w:p>
        </w:tc>
      </w:tr>
      <w:tr w:rsidR="00B53602" w14:paraId="270DE8DF" w14:textId="77777777" w:rsidTr="001545A9">
        <w:trPr>
          <w:cantSplit/>
          <w:jc w:val="center"/>
        </w:trPr>
        <w:tc>
          <w:tcPr>
            <w:tcW w:w="2532" w:type="dxa"/>
            <w:tcBorders>
              <w:top w:val="nil"/>
              <w:bottom w:val="nil"/>
            </w:tcBorders>
            <w:vAlign w:val="bottom"/>
          </w:tcPr>
          <w:p w14:paraId="150529C3" w14:textId="77777777" w:rsidR="00B53602" w:rsidRDefault="00B53602" w:rsidP="00CD6671">
            <w:pPr>
              <w:pStyle w:val="ConfigWindow"/>
            </w:pPr>
            <w:r>
              <w:t>S1</w:t>
            </w:r>
          </w:p>
        </w:tc>
        <w:tc>
          <w:tcPr>
            <w:tcW w:w="2532" w:type="dxa"/>
            <w:vAlign w:val="bottom"/>
          </w:tcPr>
          <w:p w14:paraId="021FE733" w14:textId="77777777" w:rsidR="00B53602" w:rsidRDefault="00B53602" w:rsidP="006C62D8">
            <w:pPr>
              <w:pStyle w:val="TableText"/>
            </w:pPr>
            <w:r>
              <w:t>VLAN 20</w:t>
            </w:r>
          </w:p>
        </w:tc>
        <w:tc>
          <w:tcPr>
            <w:tcW w:w="2532" w:type="dxa"/>
            <w:vAlign w:val="bottom"/>
          </w:tcPr>
          <w:p w14:paraId="1CF53C56" w14:textId="6316AD47" w:rsidR="00B53602" w:rsidRDefault="00B53602" w:rsidP="006C62D8">
            <w:pPr>
              <w:pStyle w:val="TableText"/>
            </w:pPr>
            <w:r>
              <w:t>192.168.20.11</w:t>
            </w:r>
          </w:p>
        </w:tc>
        <w:tc>
          <w:tcPr>
            <w:tcW w:w="2533" w:type="dxa"/>
            <w:vAlign w:val="bottom"/>
          </w:tcPr>
          <w:p w14:paraId="07187A8D" w14:textId="77777777" w:rsidR="00B53602" w:rsidRDefault="00B53602" w:rsidP="006C62D8">
            <w:pPr>
              <w:pStyle w:val="TableText"/>
            </w:pPr>
            <w:r>
              <w:t>255.255.255.0</w:t>
            </w:r>
          </w:p>
        </w:tc>
      </w:tr>
      <w:tr w:rsidR="00B53602" w14:paraId="58D5ED3E" w14:textId="77777777" w:rsidTr="001545A9">
        <w:trPr>
          <w:cantSplit/>
          <w:jc w:val="center"/>
        </w:trPr>
        <w:tc>
          <w:tcPr>
            <w:tcW w:w="2532" w:type="dxa"/>
            <w:tcBorders>
              <w:top w:val="nil"/>
            </w:tcBorders>
            <w:vAlign w:val="bottom"/>
          </w:tcPr>
          <w:p w14:paraId="5BAB861B" w14:textId="77777777" w:rsidR="00B53602" w:rsidRDefault="00B53602" w:rsidP="00CD6671">
            <w:pPr>
              <w:pStyle w:val="ConfigWindow"/>
            </w:pPr>
            <w:r>
              <w:t>S1</w:t>
            </w:r>
          </w:p>
        </w:tc>
        <w:tc>
          <w:tcPr>
            <w:tcW w:w="2532" w:type="dxa"/>
            <w:vAlign w:val="bottom"/>
          </w:tcPr>
          <w:p w14:paraId="5E44A481" w14:textId="77777777" w:rsidR="00B53602" w:rsidRDefault="00B53602" w:rsidP="006C62D8">
            <w:pPr>
              <w:pStyle w:val="TableText"/>
            </w:pPr>
            <w:r>
              <w:t>VLAN 30</w:t>
            </w:r>
          </w:p>
        </w:tc>
        <w:tc>
          <w:tcPr>
            <w:tcW w:w="2532" w:type="dxa"/>
            <w:vAlign w:val="bottom"/>
          </w:tcPr>
          <w:p w14:paraId="0A67DBE2" w14:textId="780278B9" w:rsidR="00B53602" w:rsidRDefault="00B53602" w:rsidP="006C62D8">
            <w:pPr>
              <w:pStyle w:val="TableText"/>
            </w:pPr>
            <w:r>
              <w:t>192.168.30.11</w:t>
            </w:r>
          </w:p>
        </w:tc>
        <w:tc>
          <w:tcPr>
            <w:tcW w:w="2533" w:type="dxa"/>
            <w:vAlign w:val="bottom"/>
          </w:tcPr>
          <w:p w14:paraId="4D6B199C" w14:textId="77777777" w:rsidR="00B53602" w:rsidRDefault="00B53602" w:rsidP="006C62D8">
            <w:pPr>
              <w:pStyle w:val="TableText"/>
            </w:pPr>
            <w:r>
              <w:t>255.255.255.0</w:t>
            </w:r>
          </w:p>
        </w:tc>
      </w:tr>
      <w:tr w:rsidR="00B53602" w14:paraId="679BA661" w14:textId="77777777" w:rsidTr="001545A9">
        <w:trPr>
          <w:cantSplit/>
          <w:jc w:val="center"/>
        </w:trPr>
        <w:tc>
          <w:tcPr>
            <w:tcW w:w="2532" w:type="dxa"/>
            <w:vAlign w:val="bottom"/>
          </w:tcPr>
          <w:p w14:paraId="21FB5BA3" w14:textId="77777777" w:rsidR="00B53602" w:rsidRPr="00E87D62" w:rsidRDefault="00B53602" w:rsidP="006C62D8">
            <w:pPr>
              <w:pStyle w:val="TableText"/>
            </w:pPr>
            <w:r>
              <w:t>S2</w:t>
            </w:r>
          </w:p>
        </w:tc>
        <w:tc>
          <w:tcPr>
            <w:tcW w:w="2532" w:type="dxa"/>
            <w:vAlign w:val="bottom"/>
          </w:tcPr>
          <w:p w14:paraId="42F73636" w14:textId="77777777" w:rsidR="00B53602" w:rsidRPr="00E87D62" w:rsidRDefault="00B53602" w:rsidP="006C62D8">
            <w:pPr>
              <w:pStyle w:val="TableText"/>
            </w:pPr>
            <w:r>
              <w:t>VLAN 10</w:t>
            </w:r>
          </w:p>
        </w:tc>
        <w:tc>
          <w:tcPr>
            <w:tcW w:w="2532" w:type="dxa"/>
            <w:vAlign w:val="bottom"/>
          </w:tcPr>
          <w:p w14:paraId="20E77FB9" w14:textId="77777777" w:rsidR="00B53602" w:rsidRPr="00E87D62" w:rsidRDefault="00B53602" w:rsidP="006C62D8">
            <w:pPr>
              <w:pStyle w:val="TableText"/>
            </w:pPr>
            <w:r>
              <w:t>192.168.10.12</w:t>
            </w:r>
          </w:p>
        </w:tc>
        <w:tc>
          <w:tcPr>
            <w:tcW w:w="2533" w:type="dxa"/>
            <w:vAlign w:val="bottom"/>
          </w:tcPr>
          <w:p w14:paraId="6C1BA855" w14:textId="77777777" w:rsidR="00B53602" w:rsidRPr="00E87D62" w:rsidRDefault="00B53602" w:rsidP="006C62D8">
            <w:pPr>
              <w:pStyle w:val="TableText"/>
            </w:pPr>
            <w:r>
              <w:t>255.255.255.0</w:t>
            </w:r>
          </w:p>
        </w:tc>
      </w:tr>
      <w:tr w:rsidR="00B53602" w14:paraId="6451201A" w14:textId="77777777" w:rsidTr="001545A9">
        <w:trPr>
          <w:cantSplit/>
          <w:jc w:val="center"/>
        </w:trPr>
        <w:tc>
          <w:tcPr>
            <w:tcW w:w="2532" w:type="dxa"/>
            <w:vAlign w:val="bottom"/>
          </w:tcPr>
          <w:p w14:paraId="594AB4AC" w14:textId="77777777" w:rsidR="00B53602" w:rsidRPr="00E87D62" w:rsidRDefault="00B53602" w:rsidP="006C62D8">
            <w:pPr>
              <w:pStyle w:val="TableText"/>
            </w:pPr>
            <w:r w:rsidRPr="00E87D62">
              <w:t>PC-A</w:t>
            </w:r>
          </w:p>
        </w:tc>
        <w:tc>
          <w:tcPr>
            <w:tcW w:w="2532" w:type="dxa"/>
            <w:vAlign w:val="bottom"/>
          </w:tcPr>
          <w:p w14:paraId="220217BB" w14:textId="77777777" w:rsidR="00B53602" w:rsidRPr="00E87D62" w:rsidRDefault="00B53602" w:rsidP="006C62D8">
            <w:pPr>
              <w:pStyle w:val="TableText"/>
            </w:pPr>
            <w:r w:rsidRPr="00E87D62">
              <w:t>NIC</w:t>
            </w:r>
          </w:p>
        </w:tc>
        <w:tc>
          <w:tcPr>
            <w:tcW w:w="2532" w:type="dxa"/>
            <w:vAlign w:val="bottom"/>
          </w:tcPr>
          <w:p w14:paraId="45553454" w14:textId="0D1A46B3" w:rsidR="00B53602" w:rsidRPr="00E87D62" w:rsidRDefault="00B53602" w:rsidP="006C62D8">
            <w:pPr>
              <w:pStyle w:val="TableText"/>
            </w:pPr>
            <w:r w:rsidRPr="00E87D62">
              <w:t>192.168.</w:t>
            </w:r>
            <w:r>
              <w:t>20</w:t>
            </w:r>
            <w:r w:rsidRPr="00E87D62">
              <w:t>.</w:t>
            </w:r>
            <w:r>
              <w:t>1</w:t>
            </w:r>
            <w:r w:rsidRPr="00E87D62">
              <w:t>3</w:t>
            </w:r>
          </w:p>
        </w:tc>
        <w:tc>
          <w:tcPr>
            <w:tcW w:w="2533" w:type="dxa"/>
            <w:vAlign w:val="bottom"/>
          </w:tcPr>
          <w:p w14:paraId="70C55AB9" w14:textId="77777777" w:rsidR="00B53602" w:rsidRPr="00E87D62" w:rsidRDefault="00B53602" w:rsidP="006C62D8">
            <w:pPr>
              <w:pStyle w:val="TableText"/>
            </w:pPr>
            <w:r w:rsidRPr="00E87D62">
              <w:t>255.255.255.0</w:t>
            </w:r>
          </w:p>
        </w:tc>
      </w:tr>
      <w:tr w:rsidR="00B53602" w14:paraId="43E1A6A0" w14:textId="77777777" w:rsidTr="001545A9">
        <w:trPr>
          <w:cantSplit/>
          <w:jc w:val="center"/>
        </w:trPr>
        <w:tc>
          <w:tcPr>
            <w:tcW w:w="2532" w:type="dxa"/>
            <w:vAlign w:val="bottom"/>
          </w:tcPr>
          <w:p w14:paraId="17497A7C" w14:textId="77777777" w:rsidR="00B53602" w:rsidRPr="00E87D62" w:rsidRDefault="00B53602" w:rsidP="006C62D8">
            <w:pPr>
              <w:pStyle w:val="TableText"/>
            </w:pPr>
            <w:r>
              <w:t>PC-B</w:t>
            </w:r>
          </w:p>
        </w:tc>
        <w:tc>
          <w:tcPr>
            <w:tcW w:w="2532" w:type="dxa"/>
            <w:vAlign w:val="bottom"/>
          </w:tcPr>
          <w:p w14:paraId="78ECB63E" w14:textId="77777777" w:rsidR="00B53602" w:rsidRPr="00E87D62" w:rsidRDefault="00B53602" w:rsidP="006C62D8">
            <w:pPr>
              <w:pStyle w:val="TableText"/>
            </w:pPr>
            <w:r>
              <w:t>NIC</w:t>
            </w:r>
          </w:p>
        </w:tc>
        <w:tc>
          <w:tcPr>
            <w:tcW w:w="2532" w:type="dxa"/>
            <w:vAlign w:val="bottom"/>
          </w:tcPr>
          <w:p w14:paraId="2C186881" w14:textId="4416F122" w:rsidR="00B53602" w:rsidRPr="00E87D62" w:rsidRDefault="00B53602" w:rsidP="006C62D8">
            <w:pPr>
              <w:pStyle w:val="TableText"/>
            </w:pPr>
            <w:r>
              <w:t>192.168.30.13</w:t>
            </w:r>
          </w:p>
        </w:tc>
        <w:tc>
          <w:tcPr>
            <w:tcW w:w="2533" w:type="dxa"/>
            <w:vAlign w:val="bottom"/>
          </w:tcPr>
          <w:p w14:paraId="3F6DD9A1" w14:textId="77777777" w:rsidR="00B53602" w:rsidRPr="00E87D62" w:rsidRDefault="00B53602" w:rsidP="006C62D8">
            <w:pPr>
              <w:pStyle w:val="TableText"/>
            </w:pPr>
            <w:r>
              <w:t>255.255.255.0</w:t>
            </w:r>
          </w:p>
        </w:tc>
      </w:tr>
    </w:tbl>
    <w:p w14:paraId="42C21E84" w14:textId="77777777" w:rsidR="00FE52C3" w:rsidRPr="00BB73FF" w:rsidRDefault="00FE52C3" w:rsidP="00FE52C3">
      <w:pPr>
        <w:pStyle w:val="Heading1"/>
        <w:numPr>
          <w:ilvl w:val="0"/>
          <w:numId w:val="0"/>
        </w:numPr>
      </w:pPr>
      <w:r>
        <w:t xml:space="preserve">VLAN </w:t>
      </w:r>
      <w:r w:rsidRPr="00BB73FF">
        <w:t>Table</w:t>
      </w:r>
    </w:p>
    <w:tbl>
      <w:tblPr>
        <w:tblW w:w="1023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This table shows the vlan, vlan name and the interface assigned to the VLAN."/>
      </w:tblPr>
      <w:tblGrid>
        <w:gridCol w:w="3597"/>
        <w:gridCol w:w="3318"/>
        <w:gridCol w:w="3318"/>
      </w:tblGrid>
      <w:tr w:rsidR="00FE52C3" w14:paraId="6DF5B786" w14:textId="77777777" w:rsidTr="00CD6671">
        <w:trPr>
          <w:cantSplit/>
          <w:jc w:val="center"/>
        </w:trPr>
        <w:tc>
          <w:tcPr>
            <w:tcW w:w="3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C19985A" w14:textId="77777777" w:rsidR="00FE52C3" w:rsidRPr="00E87D62" w:rsidRDefault="00FE52C3" w:rsidP="006C62D8">
            <w:pPr>
              <w:pStyle w:val="TableHeading"/>
            </w:pPr>
            <w:r>
              <w:t>VLAN</w:t>
            </w:r>
          </w:p>
        </w:tc>
        <w:tc>
          <w:tcPr>
            <w:tcW w:w="33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CF68BD6" w14:textId="77777777" w:rsidR="00FE52C3" w:rsidRPr="00E87D62" w:rsidRDefault="00FE52C3" w:rsidP="006C62D8">
            <w:pPr>
              <w:pStyle w:val="TableHeading"/>
            </w:pPr>
            <w:r>
              <w:t>Name</w:t>
            </w:r>
          </w:p>
        </w:tc>
        <w:tc>
          <w:tcPr>
            <w:tcW w:w="33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14:paraId="495F7419" w14:textId="77777777" w:rsidR="00FE52C3" w:rsidRDefault="00FE52C3" w:rsidP="006C62D8">
            <w:pPr>
              <w:pStyle w:val="TableHeading"/>
            </w:pPr>
            <w:r>
              <w:t>Interface Assigned</w:t>
            </w:r>
          </w:p>
        </w:tc>
      </w:tr>
      <w:tr w:rsidR="00FE52C3" w14:paraId="1ED6FAA2" w14:textId="77777777" w:rsidTr="00CD6671">
        <w:trPr>
          <w:cantSplit/>
          <w:jc w:val="center"/>
        </w:trPr>
        <w:tc>
          <w:tcPr>
            <w:tcW w:w="3597" w:type="dxa"/>
            <w:vAlign w:val="bottom"/>
          </w:tcPr>
          <w:p w14:paraId="068E84B9" w14:textId="77777777" w:rsidR="00FE52C3" w:rsidRDefault="00FE52C3" w:rsidP="006C62D8">
            <w:pPr>
              <w:pStyle w:val="TableText"/>
            </w:pPr>
            <w:r>
              <w:t>10</w:t>
            </w:r>
          </w:p>
        </w:tc>
        <w:tc>
          <w:tcPr>
            <w:tcW w:w="3318" w:type="dxa"/>
            <w:vAlign w:val="bottom"/>
          </w:tcPr>
          <w:p w14:paraId="24865632" w14:textId="77777777" w:rsidR="00FE52C3" w:rsidRDefault="00FE52C3" w:rsidP="006C62D8">
            <w:pPr>
              <w:pStyle w:val="TableText"/>
            </w:pPr>
            <w:r>
              <w:t>Management</w:t>
            </w:r>
          </w:p>
        </w:tc>
        <w:tc>
          <w:tcPr>
            <w:tcW w:w="3318" w:type="dxa"/>
          </w:tcPr>
          <w:p w14:paraId="50A57D5A" w14:textId="77777777" w:rsidR="00FE52C3" w:rsidRDefault="00FE52C3" w:rsidP="006C62D8">
            <w:pPr>
              <w:pStyle w:val="TableText"/>
            </w:pPr>
            <w:r>
              <w:t>S1: VLAN 10</w:t>
            </w:r>
          </w:p>
          <w:p w14:paraId="77C6C095" w14:textId="77777777" w:rsidR="00FE52C3" w:rsidRDefault="00FE52C3" w:rsidP="006C62D8">
            <w:pPr>
              <w:pStyle w:val="TableText"/>
            </w:pPr>
            <w:r>
              <w:t>S2: VLAN 10</w:t>
            </w:r>
          </w:p>
        </w:tc>
      </w:tr>
      <w:tr w:rsidR="00FE52C3" w14:paraId="22B98B9B" w14:textId="77777777" w:rsidTr="00CD6671">
        <w:trPr>
          <w:cantSplit/>
          <w:jc w:val="center"/>
        </w:trPr>
        <w:tc>
          <w:tcPr>
            <w:tcW w:w="3597" w:type="dxa"/>
            <w:vAlign w:val="bottom"/>
          </w:tcPr>
          <w:p w14:paraId="3859DEE9" w14:textId="77777777" w:rsidR="00FE52C3" w:rsidRPr="00E87D62" w:rsidRDefault="00FE52C3" w:rsidP="006C62D8">
            <w:pPr>
              <w:pStyle w:val="TableText"/>
            </w:pPr>
            <w:r>
              <w:t>20</w:t>
            </w:r>
          </w:p>
        </w:tc>
        <w:tc>
          <w:tcPr>
            <w:tcW w:w="3318" w:type="dxa"/>
            <w:vAlign w:val="bottom"/>
          </w:tcPr>
          <w:p w14:paraId="6AC9641D" w14:textId="77777777" w:rsidR="00FE52C3" w:rsidRPr="00E87D62" w:rsidRDefault="00FE52C3" w:rsidP="006C62D8">
            <w:pPr>
              <w:pStyle w:val="TableText"/>
            </w:pPr>
            <w:r>
              <w:t>Sales</w:t>
            </w:r>
          </w:p>
        </w:tc>
        <w:tc>
          <w:tcPr>
            <w:tcW w:w="3318" w:type="dxa"/>
          </w:tcPr>
          <w:p w14:paraId="4B1293B6" w14:textId="2177737F" w:rsidR="00FE52C3" w:rsidRDefault="00FE52C3" w:rsidP="006C62D8">
            <w:pPr>
              <w:pStyle w:val="TableText"/>
            </w:pPr>
            <w:r>
              <w:t>S1:</w:t>
            </w:r>
            <w:r w:rsidR="006C62D8">
              <w:t xml:space="preserve"> </w:t>
            </w:r>
            <w:r>
              <w:t>VLAN 20 and F0/6</w:t>
            </w:r>
          </w:p>
        </w:tc>
      </w:tr>
      <w:tr w:rsidR="00FE52C3" w14:paraId="3A840619" w14:textId="77777777" w:rsidTr="00CD6671">
        <w:trPr>
          <w:cantSplit/>
          <w:jc w:val="center"/>
        </w:trPr>
        <w:tc>
          <w:tcPr>
            <w:tcW w:w="3597" w:type="dxa"/>
            <w:vAlign w:val="bottom"/>
          </w:tcPr>
          <w:p w14:paraId="432D6EA8" w14:textId="77777777" w:rsidR="00FE52C3" w:rsidRDefault="00FE52C3" w:rsidP="006C62D8">
            <w:pPr>
              <w:pStyle w:val="TableText"/>
            </w:pPr>
            <w:r>
              <w:t>30</w:t>
            </w:r>
          </w:p>
        </w:tc>
        <w:tc>
          <w:tcPr>
            <w:tcW w:w="3318" w:type="dxa"/>
            <w:vAlign w:val="bottom"/>
          </w:tcPr>
          <w:p w14:paraId="40FB0975" w14:textId="77777777" w:rsidR="00FE52C3" w:rsidRDefault="00FE52C3" w:rsidP="006C62D8">
            <w:pPr>
              <w:pStyle w:val="TableText"/>
            </w:pPr>
            <w:r>
              <w:t>Operations</w:t>
            </w:r>
          </w:p>
        </w:tc>
        <w:tc>
          <w:tcPr>
            <w:tcW w:w="3318" w:type="dxa"/>
          </w:tcPr>
          <w:p w14:paraId="79A6B2F4" w14:textId="77777777" w:rsidR="00FE52C3" w:rsidRDefault="00FE52C3" w:rsidP="006C62D8">
            <w:pPr>
              <w:pStyle w:val="TableText"/>
            </w:pPr>
            <w:r>
              <w:t>S1: VLAN 30</w:t>
            </w:r>
          </w:p>
          <w:p w14:paraId="0B2C3899" w14:textId="77777777" w:rsidR="00FE52C3" w:rsidRDefault="00FE52C3" w:rsidP="006C62D8">
            <w:pPr>
              <w:pStyle w:val="TableText"/>
            </w:pPr>
            <w:r>
              <w:t>S2: F0/18</w:t>
            </w:r>
          </w:p>
        </w:tc>
      </w:tr>
      <w:tr w:rsidR="00FE52C3" w14:paraId="2F6A6F81" w14:textId="77777777" w:rsidTr="00CD6671">
        <w:trPr>
          <w:cantSplit/>
          <w:jc w:val="center"/>
        </w:trPr>
        <w:tc>
          <w:tcPr>
            <w:tcW w:w="3597" w:type="dxa"/>
            <w:vAlign w:val="bottom"/>
          </w:tcPr>
          <w:p w14:paraId="75EAAF9E" w14:textId="77777777" w:rsidR="00FE52C3" w:rsidRDefault="00FE52C3" w:rsidP="006C62D8">
            <w:pPr>
              <w:pStyle w:val="TableText"/>
            </w:pPr>
            <w:r>
              <w:t>999</w:t>
            </w:r>
          </w:p>
        </w:tc>
        <w:tc>
          <w:tcPr>
            <w:tcW w:w="3318" w:type="dxa"/>
            <w:vAlign w:val="bottom"/>
          </w:tcPr>
          <w:p w14:paraId="476025A0" w14:textId="77777777" w:rsidR="00FE52C3" w:rsidRDefault="00FE52C3" w:rsidP="006C62D8">
            <w:pPr>
              <w:pStyle w:val="TableText"/>
            </w:pPr>
            <w:proofErr w:type="spellStart"/>
            <w:r>
              <w:t>ParkingLot</w:t>
            </w:r>
            <w:proofErr w:type="spellEnd"/>
          </w:p>
        </w:tc>
        <w:tc>
          <w:tcPr>
            <w:tcW w:w="3318" w:type="dxa"/>
          </w:tcPr>
          <w:p w14:paraId="4E905440" w14:textId="77777777" w:rsidR="00FE52C3" w:rsidRDefault="00FE52C3" w:rsidP="006C62D8">
            <w:pPr>
              <w:pStyle w:val="TableText"/>
            </w:pPr>
            <w:r>
              <w:t>S1: F0/2-5, F0/7-24, G0/1-2</w:t>
            </w:r>
          </w:p>
          <w:p w14:paraId="11FCEF06" w14:textId="77777777" w:rsidR="00FE52C3" w:rsidRDefault="00FE52C3" w:rsidP="006C62D8">
            <w:pPr>
              <w:pStyle w:val="TableText"/>
            </w:pPr>
            <w:r>
              <w:t>S2: F0/2-17, F0/19-24, G0/1-2</w:t>
            </w:r>
          </w:p>
        </w:tc>
      </w:tr>
      <w:tr w:rsidR="00FE52C3" w14:paraId="4CCE93E0" w14:textId="77777777" w:rsidTr="00CD6671">
        <w:trPr>
          <w:cantSplit/>
          <w:jc w:val="center"/>
        </w:trPr>
        <w:tc>
          <w:tcPr>
            <w:tcW w:w="3597" w:type="dxa"/>
            <w:vAlign w:val="bottom"/>
          </w:tcPr>
          <w:p w14:paraId="214475CA" w14:textId="77777777" w:rsidR="00FE52C3" w:rsidRDefault="00FE52C3" w:rsidP="006C62D8">
            <w:pPr>
              <w:pStyle w:val="TableText"/>
            </w:pPr>
            <w:r>
              <w:t>1000</w:t>
            </w:r>
          </w:p>
        </w:tc>
        <w:tc>
          <w:tcPr>
            <w:tcW w:w="3318" w:type="dxa"/>
            <w:vAlign w:val="bottom"/>
          </w:tcPr>
          <w:p w14:paraId="5A679CA0" w14:textId="77777777" w:rsidR="00FE52C3" w:rsidRDefault="00FE52C3" w:rsidP="006C62D8">
            <w:pPr>
              <w:pStyle w:val="TableText"/>
            </w:pPr>
            <w:r>
              <w:t>Native</w:t>
            </w:r>
          </w:p>
        </w:tc>
        <w:tc>
          <w:tcPr>
            <w:tcW w:w="3318" w:type="dxa"/>
          </w:tcPr>
          <w:p w14:paraId="53F08296" w14:textId="509D0345" w:rsidR="00FE52C3" w:rsidRDefault="00CD6671" w:rsidP="006C62D8">
            <w:pPr>
              <w:pStyle w:val="TableText"/>
            </w:pPr>
            <w:r>
              <w:t>N/A</w:t>
            </w:r>
          </w:p>
        </w:tc>
      </w:tr>
    </w:tbl>
    <w:p w14:paraId="2C0BDAFB" w14:textId="77777777" w:rsidR="00FE52C3" w:rsidRPr="00BB73FF" w:rsidRDefault="00FE52C3" w:rsidP="00FE52C3">
      <w:pPr>
        <w:pStyle w:val="Heading1"/>
        <w:numPr>
          <w:ilvl w:val="0"/>
          <w:numId w:val="0"/>
        </w:numPr>
      </w:pPr>
      <w:r w:rsidRPr="00BB73FF">
        <w:t>Objective</w:t>
      </w:r>
      <w:r>
        <w:t>s</w:t>
      </w:r>
    </w:p>
    <w:p w14:paraId="5DDCAA85" w14:textId="77777777" w:rsidR="00FE52C3" w:rsidRPr="004C0909" w:rsidRDefault="00FE52C3" w:rsidP="00FE52C3">
      <w:pPr>
        <w:pStyle w:val="BodyTextL25Bold"/>
      </w:pPr>
      <w:r>
        <w:t>Part 1: Build the Network and Configure Basic Device Settings</w:t>
      </w:r>
    </w:p>
    <w:p w14:paraId="75869A43" w14:textId="77777777" w:rsidR="00FE52C3" w:rsidRDefault="00FE52C3" w:rsidP="00FE52C3">
      <w:pPr>
        <w:pStyle w:val="BodyTextL25Bold"/>
      </w:pPr>
      <w:r>
        <w:t>Part 2: Create VLANs and Assign Switch Ports</w:t>
      </w:r>
    </w:p>
    <w:p w14:paraId="41CF69D9" w14:textId="00D7D1CA" w:rsidR="00FE52C3" w:rsidRDefault="00FE52C3" w:rsidP="006C62D8">
      <w:pPr>
        <w:pStyle w:val="BodyTextL25Bold"/>
      </w:pPr>
      <w:r>
        <w:t>Part 3: Configure an 802.1Q Trunk between the Switches</w:t>
      </w:r>
    </w:p>
    <w:p w14:paraId="4D1C7B94" w14:textId="77777777" w:rsidR="00FE52C3" w:rsidRPr="00C07FD9" w:rsidRDefault="00FE52C3" w:rsidP="00FE52C3">
      <w:pPr>
        <w:pStyle w:val="Heading1"/>
        <w:numPr>
          <w:ilvl w:val="0"/>
          <w:numId w:val="3"/>
        </w:numPr>
      </w:pPr>
      <w:r>
        <w:lastRenderedPageBreak/>
        <w:t>Background / Scenario</w:t>
      </w:r>
    </w:p>
    <w:p w14:paraId="58BDBD1F" w14:textId="7297D36C" w:rsidR="00FE52C3" w:rsidRDefault="00FE52C3" w:rsidP="00FE52C3">
      <w:pPr>
        <w:pStyle w:val="BodyTextL25"/>
      </w:pPr>
      <w:r>
        <w:t xml:space="preserve">Modern switches use virtual local-area networks (VLANs) to improve network performance by separating large Layer 2 broadcast domains into smaller ones. VLANs </w:t>
      </w:r>
      <w:r w:rsidRPr="00293BDB">
        <w:t>address scalability, security, and network management.</w:t>
      </w:r>
      <w:r>
        <w:t xml:space="preserve"> In general, VLANs make it easier to design a network to support the goals of an organization. Communication between VLANs requires a device operating at Layer 3 of the OSI model. </w:t>
      </w:r>
    </w:p>
    <w:p w14:paraId="512C580F" w14:textId="5836D04E" w:rsidR="00FE52C3" w:rsidRDefault="00FE52C3" w:rsidP="00FE52C3">
      <w:pPr>
        <w:pStyle w:val="BodyTextL25"/>
      </w:pPr>
      <w:r>
        <w:t>VLAN trunks are used to span VLANs across multiple devices. Trunks allow the traffic from multiple VLAN</w:t>
      </w:r>
      <w:r w:rsidR="00C36DE2">
        <w:t>s</w:t>
      </w:r>
      <w:r>
        <w:t xml:space="preserve"> to travel over a single link, while keeping the VLAN identification and segmentation intact.</w:t>
      </w:r>
    </w:p>
    <w:p w14:paraId="2D3B2646" w14:textId="05BC17DD" w:rsidR="00FE52C3" w:rsidRDefault="00FE52C3" w:rsidP="00FE52C3">
      <w:pPr>
        <w:pStyle w:val="BodyTextL25"/>
      </w:pPr>
      <w:r>
        <w:t>In this lab, you will create VLANs on both switches in the topology, assign VLANs to switch access ports, verify that VLANs are working as expected</w:t>
      </w:r>
      <w:r w:rsidR="00C36DE2">
        <w:t xml:space="preserve"> and</w:t>
      </w:r>
      <w:r>
        <w:t xml:space="preserve"> create VLAN trunks between the two switches</w:t>
      </w:r>
      <w:r w:rsidR="00C36DE2">
        <w:t>.</w:t>
      </w:r>
    </w:p>
    <w:p w14:paraId="51380858" w14:textId="77777777" w:rsidR="00FE52C3" w:rsidRDefault="00FE52C3" w:rsidP="00FE52C3">
      <w:pPr>
        <w:pStyle w:val="BodyTextL25"/>
        <w:rPr>
          <w:b/>
        </w:rPr>
      </w:pPr>
      <w:r w:rsidRPr="00A86660">
        <w:rPr>
          <w:rFonts w:eastAsia="Arial"/>
          <w:b/>
        </w:rPr>
        <w:t>Note</w:t>
      </w:r>
      <w:r w:rsidRPr="00216F46">
        <w:rPr>
          <w:rFonts w:eastAsia="Arial"/>
        </w:rPr>
        <w:t>:</w:t>
      </w:r>
      <w:r w:rsidRPr="00A86660">
        <w:rPr>
          <w:rFonts w:eastAsia="Arial"/>
        </w:rPr>
        <w:t xml:space="preserve"> The </w:t>
      </w:r>
      <w:r>
        <w:rPr>
          <w:rFonts w:eastAsia="Arial"/>
        </w:rPr>
        <w:t xml:space="preserve">switches used with CCNA hands-on </w:t>
      </w:r>
      <w:r w:rsidRPr="00A86660">
        <w:rPr>
          <w:rFonts w:eastAsia="Arial"/>
        </w:rPr>
        <w:t>lab</w:t>
      </w:r>
      <w:r>
        <w:rPr>
          <w:rFonts w:eastAsia="Arial"/>
        </w:rPr>
        <w:t>s</w:t>
      </w:r>
      <w:r w:rsidRPr="00A86660">
        <w:rPr>
          <w:rFonts w:eastAsia="Arial"/>
        </w:rPr>
        <w:t xml:space="preserve"> are Cisco </w:t>
      </w:r>
      <w:r>
        <w:rPr>
          <w:rFonts w:eastAsia="Arial"/>
        </w:rPr>
        <w:t>Catalyst 2960s</w:t>
      </w:r>
      <w:r w:rsidRPr="00A86660">
        <w:rPr>
          <w:rFonts w:eastAsia="Arial"/>
        </w:rPr>
        <w:t xml:space="preserve"> with </w:t>
      </w:r>
      <w:r>
        <w:rPr>
          <w:rFonts w:eastAsia="Arial"/>
        </w:rPr>
        <w:t xml:space="preserve">Cisco </w:t>
      </w:r>
      <w:r w:rsidRPr="00A86660">
        <w:rPr>
          <w:rFonts w:eastAsia="Arial"/>
        </w:rPr>
        <w:t xml:space="preserve">IOS </w:t>
      </w:r>
      <w:r>
        <w:rPr>
          <w:rFonts w:eastAsia="Arial"/>
        </w:rPr>
        <w:t xml:space="preserve">Release </w:t>
      </w:r>
      <w:r w:rsidRPr="00A86660">
        <w:rPr>
          <w:rFonts w:eastAsia="Arial"/>
        </w:rPr>
        <w:t>1</w:t>
      </w:r>
      <w:r>
        <w:rPr>
          <w:rFonts w:eastAsia="Arial"/>
        </w:rPr>
        <w:t xml:space="preserve">5.2(2) (lanbasek9 </w:t>
      </w:r>
      <w:r w:rsidRPr="00A86660">
        <w:rPr>
          <w:rFonts w:eastAsia="Arial"/>
        </w:rPr>
        <w:t>image)</w:t>
      </w:r>
      <w:r>
        <w:rPr>
          <w:rFonts w:eastAsia="Arial"/>
        </w:rPr>
        <w:t xml:space="preserve">. </w:t>
      </w:r>
      <w:r w:rsidRPr="00A86660">
        <w:rPr>
          <w:rFonts w:eastAsia="Arial"/>
        </w:rPr>
        <w:t xml:space="preserve">Other </w:t>
      </w:r>
      <w:r>
        <w:rPr>
          <w:rFonts w:eastAsia="Arial"/>
        </w:rPr>
        <w:t xml:space="preserve">switches and Cisco </w:t>
      </w:r>
      <w:r w:rsidRPr="00A86660">
        <w:rPr>
          <w:rFonts w:eastAsia="Arial"/>
        </w:rPr>
        <w:t>IOS versions can be used</w:t>
      </w:r>
      <w:r>
        <w:rPr>
          <w:rFonts w:eastAsia="Arial"/>
        </w:rPr>
        <w:t xml:space="preserve">. </w:t>
      </w:r>
      <w:r w:rsidRPr="00A86660">
        <w:rPr>
          <w:rFonts w:eastAsia="Arial"/>
        </w:rPr>
        <w:t>Depending on the model</w:t>
      </w:r>
      <w:r>
        <w:rPr>
          <w:rFonts w:eastAsia="Arial"/>
        </w:rPr>
        <w:t xml:space="preserve"> and Cisco IOS version</w:t>
      </w:r>
      <w:r w:rsidRPr="00A86660">
        <w:rPr>
          <w:rFonts w:eastAsia="Arial"/>
        </w:rPr>
        <w:t xml:space="preserve">, the commands available and </w:t>
      </w:r>
      <w:r>
        <w:rPr>
          <w:rFonts w:eastAsia="Arial"/>
        </w:rPr>
        <w:t xml:space="preserve">the </w:t>
      </w:r>
      <w:r w:rsidRPr="00A86660">
        <w:rPr>
          <w:rFonts w:eastAsia="Arial"/>
        </w:rPr>
        <w:t>output produced might vary from what is shown in th</w:t>
      </w:r>
      <w:r>
        <w:rPr>
          <w:rFonts w:eastAsia="Arial"/>
        </w:rPr>
        <w:t>e labs.</w:t>
      </w:r>
      <w:r w:rsidRPr="008C2920">
        <w:rPr>
          <w:rFonts w:eastAsia="Arial"/>
        </w:rPr>
        <w:t xml:space="preserve"> </w:t>
      </w:r>
      <w:r>
        <w:rPr>
          <w:rFonts w:eastAsia="Arial"/>
        </w:rPr>
        <w:t>Refer to the Router Interface Summary T</w:t>
      </w:r>
      <w:r w:rsidRPr="00A86660">
        <w:rPr>
          <w:rFonts w:eastAsia="Arial"/>
        </w:rPr>
        <w:t xml:space="preserve">able at the end of the lab </w:t>
      </w:r>
      <w:r>
        <w:rPr>
          <w:rFonts w:eastAsia="Arial"/>
        </w:rPr>
        <w:t xml:space="preserve">for the correct </w:t>
      </w:r>
      <w:r w:rsidRPr="00A86660">
        <w:rPr>
          <w:rFonts w:eastAsia="Arial"/>
        </w:rPr>
        <w:t>interface identifiers</w:t>
      </w:r>
      <w:r>
        <w:rPr>
          <w:rFonts w:eastAsia="Arial"/>
        </w:rPr>
        <w:t>.</w:t>
      </w:r>
    </w:p>
    <w:p w14:paraId="6DA50BA8" w14:textId="77777777" w:rsidR="00FE52C3" w:rsidRDefault="00FE52C3" w:rsidP="00FE52C3">
      <w:pPr>
        <w:pStyle w:val="BodyTextL25"/>
      </w:pPr>
      <w:r w:rsidRPr="00BF16BF">
        <w:rPr>
          <w:b/>
        </w:rPr>
        <w:t>Note</w:t>
      </w:r>
      <w:r w:rsidRPr="0034604B">
        <w:t>:</w:t>
      </w:r>
      <w:r w:rsidRPr="00DE6F44">
        <w:t xml:space="preserve"> </w:t>
      </w:r>
      <w:r>
        <w:t xml:space="preserve">Ensure that </w:t>
      </w:r>
      <w:r w:rsidRPr="00B2763C">
        <w:t xml:space="preserve">the switches </w:t>
      </w:r>
      <w:r>
        <w:t>have been erased and have no startup configurations. If you are unsure contact your instructor.</w:t>
      </w:r>
    </w:p>
    <w:p w14:paraId="2A597B95" w14:textId="77777777" w:rsidR="00FE52C3" w:rsidRDefault="00FE52C3" w:rsidP="00FE52C3">
      <w:pPr>
        <w:pStyle w:val="Heading1"/>
        <w:numPr>
          <w:ilvl w:val="0"/>
          <w:numId w:val="3"/>
        </w:numPr>
      </w:pPr>
      <w:r>
        <w:t>Required Resources</w:t>
      </w:r>
    </w:p>
    <w:p w14:paraId="45E6BC00" w14:textId="77777777" w:rsidR="00FE52C3" w:rsidRPr="001545A9" w:rsidRDefault="00FE52C3" w:rsidP="001545A9">
      <w:pPr>
        <w:pStyle w:val="Bulletlevel1"/>
      </w:pPr>
      <w:r w:rsidRPr="001545A9">
        <w:t>2 Switches (Cisco 2960 with Cisco IOS Release 15.2(2) lanbasek9 image or comparable)</w:t>
      </w:r>
    </w:p>
    <w:p w14:paraId="3FC720AB" w14:textId="77777777" w:rsidR="00FE52C3" w:rsidRPr="001545A9" w:rsidRDefault="00FE52C3" w:rsidP="001545A9">
      <w:pPr>
        <w:pStyle w:val="Bulletlevel1"/>
      </w:pPr>
      <w:r w:rsidRPr="001545A9">
        <w:t>2 PCs (Windows with a terminal emulation program, such as Tera Term)</w:t>
      </w:r>
    </w:p>
    <w:p w14:paraId="53A425BC" w14:textId="77777777" w:rsidR="006C62D8" w:rsidRPr="001545A9" w:rsidRDefault="006C62D8" w:rsidP="001545A9">
      <w:pPr>
        <w:pStyle w:val="Bulletlevel1"/>
      </w:pPr>
      <w:r w:rsidRPr="001545A9">
        <w:t>Console cables to configure the Cisco IOS devices via the console ports</w:t>
      </w:r>
    </w:p>
    <w:p w14:paraId="0B4452D0" w14:textId="77777777" w:rsidR="00FE52C3" w:rsidRPr="001545A9" w:rsidRDefault="00FE52C3" w:rsidP="001545A9">
      <w:pPr>
        <w:pStyle w:val="Bulletlevel1"/>
      </w:pPr>
      <w:r w:rsidRPr="001545A9">
        <w:t>Ethernet cables as shown in the topology</w:t>
      </w:r>
    </w:p>
    <w:p w14:paraId="5DCF918F" w14:textId="77777777" w:rsidR="006C62D8" w:rsidRDefault="006C62D8" w:rsidP="006C62D8">
      <w:pPr>
        <w:pStyle w:val="Heading1"/>
      </w:pPr>
      <w:r>
        <w:t>Instructions</w:t>
      </w:r>
    </w:p>
    <w:p w14:paraId="5729A7C3" w14:textId="518E5E96" w:rsidR="00FE52C3" w:rsidRPr="004C0909" w:rsidRDefault="00FE52C3" w:rsidP="001545A9">
      <w:pPr>
        <w:pStyle w:val="Heading2"/>
      </w:pPr>
      <w:r>
        <w:t>Build the Network and Configure Basic Device Settings</w:t>
      </w:r>
    </w:p>
    <w:p w14:paraId="7415D880" w14:textId="77777777" w:rsidR="00FE52C3" w:rsidRDefault="00FE52C3" w:rsidP="00FE52C3">
      <w:pPr>
        <w:pStyle w:val="BodyTextL25"/>
      </w:pPr>
      <w:r>
        <w:t>In Part 1, you will set up the network topology and configure basic settings on the PC hosts and switches.</w:t>
      </w:r>
    </w:p>
    <w:p w14:paraId="051F9F97" w14:textId="77777777" w:rsidR="00FE52C3" w:rsidRDefault="00FE52C3" w:rsidP="00FE52C3">
      <w:pPr>
        <w:pStyle w:val="Heading3"/>
      </w:pPr>
      <w:r>
        <w:t>Cable the network as shown in the topology.</w:t>
      </w:r>
    </w:p>
    <w:p w14:paraId="293A055A" w14:textId="77777777" w:rsidR="00FE52C3" w:rsidRDefault="00FE52C3" w:rsidP="00FE52C3">
      <w:pPr>
        <w:pStyle w:val="BodyTextL25"/>
      </w:pPr>
      <w:r>
        <w:t>Attach the devices as shown in the topology diagram, and cable as necessary.</w:t>
      </w:r>
    </w:p>
    <w:p w14:paraId="31EC0897" w14:textId="71619236" w:rsidR="00FE52C3" w:rsidRDefault="00FE52C3" w:rsidP="00FE52C3">
      <w:pPr>
        <w:pStyle w:val="Heading3"/>
      </w:pPr>
      <w:r>
        <w:t>Configure basic settings for each switch.</w:t>
      </w:r>
    </w:p>
    <w:p w14:paraId="47331741" w14:textId="301B0981" w:rsidR="00DB0961" w:rsidRPr="001545A9" w:rsidRDefault="00DB0961" w:rsidP="001545A9">
      <w:pPr>
        <w:pStyle w:val="ConfigWindow"/>
      </w:pPr>
      <w:r>
        <w:t>Open configuration window</w:t>
      </w:r>
    </w:p>
    <w:p w14:paraId="471259DA" w14:textId="77777777" w:rsidR="00FE52C3" w:rsidRDefault="00FE52C3" w:rsidP="001545A9">
      <w:pPr>
        <w:pStyle w:val="SubStepAlpha"/>
        <w:spacing w:before="0"/>
      </w:pPr>
      <w:r>
        <w:t>Console into the switch and enable privileged EXEC mode.</w:t>
      </w:r>
    </w:p>
    <w:p w14:paraId="5D293AA0" w14:textId="77777777" w:rsidR="00FE52C3" w:rsidRDefault="00FE52C3" w:rsidP="00FE52C3">
      <w:pPr>
        <w:pStyle w:val="SubStepAlpha"/>
      </w:pPr>
      <w:r>
        <w:t>Assign a device name to the switch.</w:t>
      </w:r>
    </w:p>
    <w:p w14:paraId="23461F7D" w14:textId="3E6CE1D7" w:rsidR="00FE52C3" w:rsidRDefault="00FE52C3" w:rsidP="00FE52C3">
      <w:pPr>
        <w:pStyle w:val="SubStepAlpha"/>
      </w:pPr>
      <w:r>
        <w:t>Disable DNS lookup</w:t>
      </w:r>
      <w:r w:rsidR="0098667C">
        <w:t>.</w:t>
      </w:r>
    </w:p>
    <w:p w14:paraId="330B356E" w14:textId="77777777" w:rsidR="00FE52C3" w:rsidRDefault="00FE52C3" w:rsidP="00FE52C3">
      <w:pPr>
        <w:pStyle w:val="SubStepAlpha"/>
      </w:pPr>
      <w:r>
        <w:t xml:space="preserve">Assign </w:t>
      </w:r>
      <w:r w:rsidRPr="00960AFB">
        <w:rPr>
          <w:b/>
        </w:rPr>
        <w:t>class</w:t>
      </w:r>
      <w:r>
        <w:t xml:space="preserve"> as the privileged EXEC encrypted password.</w:t>
      </w:r>
    </w:p>
    <w:p w14:paraId="313FD758" w14:textId="77777777" w:rsidR="00FE52C3" w:rsidRDefault="00FE52C3" w:rsidP="00FE52C3">
      <w:pPr>
        <w:pStyle w:val="SubStepAlpha"/>
      </w:pPr>
      <w:r>
        <w:t xml:space="preserve">Assign </w:t>
      </w:r>
      <w:r w:rsidRPr="00960AFB">
        <w:rPr>
          <w:b/>
        </w:rPr>
        <w:t>cisco</w:t>
      </w:r>
      <w:r>
        <w:t xml:space="preserve"> as the console password and enable login.</w:t>
      </w:r>
    </w:p>
    <w:p w14:paraId="27A50F6C" w14:textId="77777777" w:rsidR="00FE52C3" w:rsidRDefault="00FE52C3" w:rsidP="00FE52C3">
      <w:pPr>
        <w:pStyle w:val="SubStepAlpha"/>
      </w:pPr>
      <w:r>
        <w:t xml:space="preserve">Assign </w:t>
      </w:r>
      <w:r w:rsidRPr="00960AFB">
        <w:rPr>
          <w:b/>
        </w:rPr>
        <w:t>cisco</w:t>
      </w:r>
      <w:r>
        <w:t xml:space="preserve"> as the VTY password and enable login.</w:t>
      </w:r>
    </w:p>
    <w:p w14:paraId="7B4C2B0D" w14:textId="77777777" w:rsidR="00FE52C3" w:rsidRDefault="00FE52C3" w:rsidP="00FE52C3">
      <w:pPr>
        <w:pStyle w:val="SubStepAlpha"/>
      </w:pPr>
      <w:r>
        <w:t>Encrypt the plaintext passwords.</w:t>
      </w:r>
    </w:p>
    <w:p w14:paraId="181FC103" w14:textId="77777777" w:rsidR="00FE52C3" w:rsidRDefault="00FE52C3" w:rsidP="00FE52C3">
      <w:pPr>
        <w:pStyle w:val="SubStepAlpha"/>
      </w:pPr>
      <w:r>
        <w:t>Create a banner that warns anyone accessing the device that unauthorized access is prohibited.</w:t>
      </w:r>
    </w:p>
    <w:p w14:paraId="6FEFFCD5" w14:textId="77777777" w:rsidR="00FE52C3" w:rsidRDefault="00FE52C3" w:rsidP="00FE52C3">
      <w:pPr>
        <w:pStyle w:val="SubStepAlpha"/>
      </w:pPr>
      <w:r>
        <w:t>Copy the running configuration to the startup configuration.</w:t>
      </w:r>
    </w:p>
    <w:p w14:paraId="583B030D" w14:textId="3D07B4C1" w:rsidR="00DB0961" w:rsidRPr="006C62D8" w:rsidRDefault="00DB0961" w:rsidP="001545A9">
      <w:pPr>
        <w:pStyle w:val="ConfigWindow"/>
      </w:pPr>
      <w:r>
        <w:t>Close configuration window</w:t>
      </w:r>
    </w:p>
    <w:p w14:paraId="520018DB" w14:textId="77777777" w:rsidR="00FE52C3" w:rsidRDefault="00FE52C3" w:rsidP="001545A9">
      <w:pPr>
        <w:pStyle w:val="Heading3"/>
        <w:spacing w:before="120"/>
      </w:pPr>
      <w:r>
        <w:t>Configure PC hosts.</w:t>
      </w:r>
    </w:p>
    <w:p w14:paraId="68C6736E" w14:textId="77777777" w:rsidR="00FE52C3" w:rsidRDefault="00FE52C3" w:rsidP="00FE52C3">
      <w:pPr>
        <w:pStyle w:val="BodyTextL25"/>
      </w:pPr>
      <w:r>
        <w:t>Refer to the Addressing Table for PC host address information.</w:t>
      </w:r>
    </w:p>
    <w:p w14:paraId="2047360E" w14:textId="77777777" w:rsidR="00FE52C3" w:rsidRDefault="00FE52C3" w:rsidP="001545A9">
      <w:pPr>
        <w:pStyle w:val="Heading2"/>
      </w:pPr>
      <w:r>
        <w:lastRenderedPageBreak/>
        <w:t>Create VLANs and Assign Switch Ports</w:t>
      </w:r>
    </w:p>
    <w:p w14:paraId="66F16A8F" w14:textId="77777777" w:rsidR="00FE52C3" w:rsidRDefault="00FE52C3" w:rsidP="00FE52C3">
      <w:pPr>
        <w:pStyle w:val="BodyTextL25"/>
      </w:pPr>
      <w:r>
        <w:t xml:space="preserve">In Part 2, you will create VLANs as specified in the table above on both switches. You will then assign the VLANs to the appropriate interface. The </w:t>
      </w:r>
      <w:r w:rsidRPr="00C01E9C">
        <w:rPr>
          <w:b/>
        </w:rPr>
        <w:t xml:space="preserve">show </w:t>
      </w:r>
      <w:proofErr w:type="spellStart"/>
      <w:r w:rsidRPr="00C01E9C">
        <w:rPr>
          <w:b/>
        </w:rPr>
        <w:t>vlan</w:t>
      </w:r>
      <w:proofErr w:type="spellEnd"/>
      <w:r>
        <w:rPr>
          <w:b/>
        </w:rPr>
        <w:t xml:space="preserve"> brief</w:t>
      </w:r>
      <w:r>
        <w:t xml:space="preserve"> command is used to verify your configuration settings. Complete the following tasks on each switch.</w:t>
      </w:r>
    </w:p>
    <w:p w14:paraId="5691E7FC" w14:textId="77777777" w:rsidR="00FE52C3" w:rsidRDefault="00FE52C3" w:rsidP="00FE52C3">
      <w:pPr>
        <w:pStyle w:val="Heading3"/>
      </w:pPr>
      <w:r>
        <w:t>Create VLANs on both switches.</w:t>
      </w:r>
    </w:p>
    <w:p w14:paraId="6E047258" w14:textId="77777777" w:rsidR="00F42FEF" w:rsidRPr="001545A9" w:rsidRDefault="00F42FEF" w:rsidP="00F42FEF">
      <w:pPr>
        <w:pStyle w:val="ConfigWindow"/>
      </w:pPr>
      <w:r>
        <w:t>Open configuration window</w:t>
      </w:r>
    </w:p>
    <w:p w14:paraId="367D87F0" w14:textId="0025AC85" w:rsidR="00FE52C3" w:rsidRDefault="00FE52C3" w:rsidP="00721868">
      <w:pPr>
        <w:pStyle w:val="SubStepAlpha"/>
        <w:spacing w:before="0"/>
      </w:pPr>
      <w:r>
        <w:t>Create and name the required VLANs on each switch from the table above.</w:t>
      </w:r>
    </w:p>
    <w:p w14:paraId="73FA35D1" w14:textId="3001EE91" w:rsidR="00FE52C3" w:rsidRDefault="00FE52C3" w:rsidP="00FE52C3">
      <w:pPr>
        <w:pStyle w:val="SubStepAlpha"/>
      </w:pPr>
      <w:r>
        <w:t>Configure the management interface</w:t>
      </w:r>
      <w:r w:rsidR="0098667C">
        <w:t xml:space="preserve"> </w:t>
      </w:r>
      <w:r>
        <w:t>on each switch using the IP address information in the Addressing Table.</w:t>
      </w:r>
    </w:p>
    <w:p w14:paraId="59D7FD85" w14:textId="77777777" w:rsidR="00FE52C3" w:rsidRDefault="00FE52C3" w:rsidP="00FE52C3">
      <w:pPr>
        <w:pStyle w:val="SubStepAlpha"/>
      </w:pPr>
      <w:r>
        <w:t xml:space="preserve">Assign all unused ports on the switch to the </w:t>
      </w:r>
      <w:proofErr w:type="spellStart"/>
      <w:r>
        <w:t>ParkingLot</w:t>
      </w:r>
      <w:proofErr w:type="spellEnd"/>
      <w:r>
        <w:t xml:space="preserve"> VLAN, configure them for static access mode, and administratively deactivate them.</w:t>
      </w:r>
    </w:p>
    <w:p w14:paraId="0FF2B82B" w14:textId="77777777" w:rsidR="00FE52C3" w:rsidRDefault="00FE52C3" w:rsidP="00FE52C3">
      <w:pPr>
        <w:pStyle w:val="Heading3"/>
      </w:pPr>
      <w:r>
        <w:t>Assign VLANs to the correct switch interfaces.</w:t>
      </w:r>
    </w:p>
    <w:p w14:paraId="6D900CFB" w14:textId="77777777" w:rsidR="00FE52C3" w:rsidRDefault="00FE52C3" w:rsidP="00FE52C3">
      <w:pPr>
        <w:pStyle w:val="SubStepAlpha"/>
      </w:pPr>
      <w:r>
        <w:t>Assign used ports to the appropriate VLAN (specified in the VLAN table above) and configure them for static access mode.</w:t>
      </w:r>
    </w:p>
    <w:p w14:paraId="3E4C4809" w14:textId="49DB565A" w:rsidR="00FE52C3" w:rsidRDefault="00C36DE2" w:rsidP="00FE52C3">
      <w:pPr>
        <w:pStyle w:val="SubStepAlpha"/>
      </w:pPr>
      <w:r>
        <w:t>V</w:t>
      </w:r>
      <w:r w:rsidR="00FE52C3">
        <w:t>erify that the VLANs are assigned to the correct interfaces.</w:t>
      </w:r>
    </w:p>
    <w:p w14:paraId="4291ED29" w14:textId="1B0A25A5" w:rsidR="00A07FFD" w:rsidRPr="001D6019" w:rsidRDefault="00A07FFD" w:rsidP="001545A9">
      <w:pPr>
        <w:pStyle w:val="ConfigWindow"/>
        <w:rPr>
          <w:sz w:val="16"/>
        </w:rPr>
      </w:pPr>
      <w:r>
        <w:t>Close configuration window</w:t>
      </w:r>
    </w:p>
    <w:p w14:paraId="54DB6383" w14:textId="77777777" w:rsidR="00FE52C3" w:rsidRDefault="00FE52C3" w:rsidP="001545A9">
      <w:pPr>
        <w:pStyle w:val="Heading2"/>
      </w:pPr>
      <w:r>
        <w:t>Configure an 802.1Q Trunk Between the Switches</w:t>
      </w:r>
    </w:p>
    <w:p w14:paraId="7F8587EE" w14:textId="77777777" w:rsidR="00FE52C3" w:rsidRDefault="00FE52C3" w:rsidP="00FE52C3">
      <w:pPr>
        <w:pStyle w:val="BodyTextL25"/>
      </w:pPr>
      <w:r>
        <w:t>In Part 3, you will manually configure interface F0/1 as a trunk.</w:t>
      </w:r>
    </w:p>
    <w:p w14:paraId="40BCB284" w14:textId="77777777" w:rsidR="00FE52C3" w:rsidRDefault="00FE52C3" w:rsidP="00FE52C3">
      <w:pPr>
        <w:pStyle w:val="Heading3"/>
      </w:pPr>
      <w:r>
        <w:t>Manually configure trunk interface F0/1.</w:t>
      </w:r>
    </w:p>
    <w:p w14:paraId="0ACCBABA" w14:textId="77777777" w:rsidR="00F42FEF" w:rsidRDefault="00F42FEF" w:rsidP="00F42FEF">
      <w:pPr>
        <w:pStyle w:val="ConfigWindow"/>
      </w:pPr>
      <w:r>
        <w:t>Open configuration window</w:t>
      </w:r>
    </w:p>
    <w:p w14:paraId="221951F0" w14:textId="456F4428" w:rsidR="00FE52C3" w:rsidRDefault="00FE52C3" w:rsidP="00721868">
      <w:pPr>
        <w:pStyle w:val="SubStepAlpha"/>
        <w:spacing w:before="0"/>
      </w:pPr>
      <w:r>
        <w:t xml:space="preserve">Change the switchport mode on interface F0/1 to force </w:t>
      </w:r>
      <w:proofErr w:type="spellStart"/>
      <w:r>
        <w:t>trunking</w:t>
      </w:r>
      <w:proofErr w:type="spellEnd"/>
      <w:r>
        <w:t>. Make sure to do this on both switches.</w:t>
      </w:r>
    </w:p>
    <w:p w14:paraId="422BA244" w14:textId="027AD394" w:rsidR="00FE52C3" w:rsidRDefault="0098667C" w:rsidP="00FE52C3">
      <w:pPr>
        <w:pStyle w:val="SubStepAlpha"/>
      </w:pPr>
      <w:r>
        <w:t>S</w:t>
      </w:r>
      <w:r w:rsidR="00FE52C3">
        <w:t xml:space="preserve">et the native </w:t>
      </w:r>
      <w:r w:rsidR="006908E2">
        <w:t>VLAN</w:t>
      </w:r>
      <w:r w:rsidR="00FE52C3">
        <w:t xml:space="preserve"> to 1000 on both switches.</w:t>
      </w:r>
    </w:p>
    <w:p w14:paraId="743B5283" w14:textId="77777777" w:rsidR="00FE52C3" w:rsidRDefault="00FE52C3" w:rsidP="00FE52C3">
      <w:pPr>
        <w:pStyle w:val="SubStepAlpha"/>
      </w:pPr>
      <w:r>
        <w:t>As another part of trunk configuration, specify that only VLANs 10, 20, 30, and 1000 are allowed to cross the trunk.</w:t>
      </w:r>
    </w:p>
    <w:p w14:paraId="0D24B4B6" w14:textId="77777777" w:rsidR="00FE52C3" w:rsidRDefault="00FE52C3" w:rsidP="00FE52C3">
      <w:pPr>
        <w:pStyle w:val="SubStepAlpha"/>
      </w:pPr>
      <w:r>
        <w:t xml:space="preserve">Issue the </w:t>
      </w:r>
      <w:r w:rsidRPr="006D2B54">
        <w:rPr>
          <w:b/>
        </w:rPr>
        <w:t>show interfaces trunk</w:t>
      </w:r>
      <w:r>
        <w:t xml:space="preserve"> command to verify </w:t>
      </w:r>
      <w:proofErr w:type="spellStart"/>
      <w:r>
        <w:t>trunking</w:t>
      </w:r>
      <w:proofErr w:type="spellEnd"/>
      <w:r>
        <w:t xml:space="preserve"> ports, the native VLAN and allowed VLANs across the trunk.</w:t>
      </w:r>
    </w:p>
    <w:p w14:paraId="00562F9C" w14:textId="3DB95FDB" w:rsidR="00A07FFD" w:rsidRDefault="00A07FFD" w:rsidP="001545A9">
      <w:pPr>
        <w:pStyle w:val="ConfigWindow"/>
      </w:pPr>
      <w:r>
        <w:t>Close configuration window</w:t>
      </w:r>
    </w:p>
    <w:p w14:paraId="5BD4BD4D" w14:textId="5AF8D29C" w:rsidR="00FE52C3" w:rsidRDefault="00C36DE2" w:rsidP="001545A9">
      <w:pPr>
        <w:pStyle w:val="Heading3"/>
        <w:spacing w:before="120"/>
        <w:rPr>
          <w:rStyle w:val="DevConfigGray"/>
          <w:rFonts w:ascii="Arial" w:hAnsi="Arial"/>
          <w:sz w:val="22"/>
          <w:shd w:val="clear" w:color="auto" w:fill="auto"/>
        </w:rPr>
      </w:pPr>
      <w:r>
        <w:rPr>
          <w:rStyle w:val="DevConfigGray"/>
          <w:rFonts w:ascii="Arial" w:hAnsi="Arial"/>
          <w:sz w:val="22"/>
          <w:shd w:val="clear" w:color="auto" w:fill="auto"/>
        </w:rPr>
        <w:t>Verify</w:t>
      </w:r>
      <w:r w:rsidR="00A04DD8">
        <w:rPr>
          <w:rStyle w:val="DevConfigGray"/>
          <w:rFonts w:ascii="Arial" w:hAnsi="Arial"/>
          <w:sz w:val="22"/>
          <w:shd w:val="clear" w:color="auto" w:fill="auto"/>
        </w:rPr>
        <w:t xml:space="preserve"> connectivity.</w:t>
      </w:r>
    </w:p>
    <w:p w14:paraId="52833BB3" w14:textId="6C6B7296" w:rsidR="00C36DE2" w:rsidRDefault="004012C6" w:rsidP="00A04DD8">
      <w:pPr>
        <w:pStyle w:val="BodyTextL25"/>
      </w:pPr>
      <w:r>
        <w:t xml:space="preserve">Verify connectivity within a VLAN. For example, </w:t>
      </w:r>
      <w:r w:rsidR="007E5F6C">
        <w:t>PC-A should be able to ping S1 VLAN 20 successfully.</w:t>
      </w:r>
    </w:p>
    <w:p w14:paraId="7117D8DA" w14:textId="04C52C97" w:rsidR="00A07FFD" w:rsidRDefault="00A07FFD" w:rsidP="001545A9">
      <w:pPr>
        <w:pStyle w:val="Heading4"/>
      </w:pPr>
      <w:r>
        <w:t>Question:</w:t>
      </w:r>
    </w:p>
    <w:p w14:paraId="1E77E48C" w14:textId="2605C1AD" w:rsidR="007E5F6C" w:rsidRDefault="007E5F6C" w:rsidP="001545A9">
      <w:pPr>
        <w:pStyle w:val="BodyTextL25"/>
        <w:spacing w:before="0"/>
      </w:pPr>
      <w:r>
        <w:t>Were the pings from PC-B to S2 successful? Explain.</w:t>
      </w:r>
    </w:p>
    <w:p w14:paraId="45E3D3A7" w14:textId="403F43C5" w:rsidR="007E5F6C" w:rsidRDefault="007E5F6C" w:rsidP="001545A9">
      <w:pPr>
        <w:pStyle w:val="AnswerLineL25"/>
      </w:pPr>
      <w:r>
        <w:t>Type your answers here.</w:t>
      </w:r>
    </w:p>
    <w:p w14:paraId="431A87E7" w14:textId="4BB3C7C4" w:rsidR="007E5F6C" w:rsidRPr="001545A9" w:rsidRDefault="007E5F6C" w:rsidP="001545A9">
      <w:pPr>
        <w:pStyle w:val="ConfigWindow"/>
      </w:pPr>
      <w:r>
        <w:t>End of document</w:t>
      </w:r>
      <w:bookmarkStart w:id="0" w:name="_GoBack"/>
      <w:bookmarkEnd w:id="0"/>
    </w:p>
    <w:sectPr w:rsidR="007E5F6C" w:rsidRPr="001545A9" w:rsidSect="009C3182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FC9461" w14:textId="77777777" w:rsidR="003957A9" w:rsidRDefault="003957A9" w:rsidP="00710659">
      <w:pPr>
        <w:spacing w:after="0" w:line="240" w:lineRule="auto"/>
      </w:pPr>
      <w:r>
        <w:separator/>
      </w:r>
    </w:p>
    <w:p w14:paraId="12D511A7" w14:textId="77777777" w:rsidR="003957A9" w:rsidRDefault="003957A9"/>
  </w:endnote>
  <w:endnote w:type="continuationSeparator" w:id="0">
    <w:p w14:paraId="564BB2D9" w14:textId="77777777" w:rsidR="003957A9" w:rsidRDefault="003957A9" w:rsidP="00710659">
      <w:pPr>
        <w:spacing w:after="0" w:line="240" w:lineRule="auto"/>
      </w:pPr>
      <w:r>
        <w:continuationSeparator/>
      </w:r>
    </w:p>
    <w:p w14:paraId="31190500" w14:textId="77777777" w:rsidR="003957A9" w:rsidRDefault="003957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1DB28" w14:textId="1A8A06AB" w:rsidR="006C62D8" w:rsidRPr="00882B63" w:rsidRDefault="006C62D8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2019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F47CB8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847CA" w14:textId="4C751999" w:rsidR="006C62D8" w:rsidRPr="00882B63" w:rsidRDefault="006C62D8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2019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F47CB8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539E51" w14:textId="77777777" w:rsidR="003957A9" w:rsidRDefault="003957A9" w:rsidP="00710659">
      <w:pPr>
        <w:spacing w:after="0" w:line="240" w:lineRule="auto"/>
      </w:pPr>
      <w:r>
        <w:separator/>
      </w:r>
    </w:p>
    <w:p w14:paraId="11ED4FB6" w14:textId="77777777" w:rsidR="003957A9" w:rsidRDefault="003957A9"/>
  </w:footnote>
  <w:footnote w:type="continuationSeparator" w:id="0">
    <w:p w14:paraId="2172BBCE" w14:textId="77777777" w:rsidR="003957A9" w:rsidRDefault="003957A9" w:rsidP="00710659">
      <w:pPr>
        <w:spacing w:after="0" w:line="240" w:lineRule="auto"/>
      </w:pPr>
      <w:r>
        <w:continuationSeparator/>
      </w:r>
    </w:p>
    <w:p w14:paraId="499B8702" w14:textId="77777777" w:rsidR="003957A9" w:rsidRDefault="003957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0D2A6259CDC7449AB25CA353E128EDD8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A1667C6" w14:textId="320AFC5E" w:rsidR="006C62D8" w:rsidRDefault="006C62D8" w:rsidP="008402F2">
        <w:pPr>
          <w:pStyle w:val="PageHead"/>
        </w:pPr>
        <w:r>
          <w:t xml:space="preserve">Lab - Implement VLANs and </w:t>
        </w:r>
        <w:proofErr w:type="spellStart"/>
        <w:r>
          <w:t>Trunking</w:t>
        </w:r>
        <w:proofErr w:type="spellEnd"/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59839" w14:textId="77777777" w:rsidR="006C62D8" w:rsidRDefault="006C62D8" w:rsidP="006C3FCF">
    <w:pPr>
      <w:ind w:left="-288"/>
    </w:pPr>
    <w:r>
      <w:rPr>
        <w:noProof/>
      </w:rPr>
      <w:drawing>
        <wp:inline distT="0" distB="0" distL="0" distR="0" wp14:anchorId="505A2B74" wp14:editId="2E41DBA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510484F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8A47E63"/>
    <w:multiLevelType w:val="hybridMultilevel"/>
    <w:tmpl w:val="EBFEF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 w15:restartNumberingAfterBreak="0">
    <w:nsid w:val="68E615F2"/>
    <w:multiLevelType w:val="hybridMultilevel"/>
    <w:tmpl w:val="9364DE72"/>
    <w:lvl w:ilvl="0" w:tplc="D826CA26">
      <w:start w:val="1005"/>
      <w:numFmt w:val="bullet"/>
      <w:lvlText w:val="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</w:num>
  <w:num w:numId="11">
    <w:abstractNumId w:val="8"/>
  </w:num>
  <w:num w:numId="12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900"/>
          </w:tabs>
          <w:ind w:left="900" w:hanging="360"/>
        </w:pPr>
        <w:rPr>
          <w:rFonts w:hint="default"/>
          <w:b w:val="0"/>
        </w:rPr>
      </w:lvl>
    </w:lvlOverride>
  </w:num>
  <w:num w:numId="1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2C3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85E3D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4F8F"/>
    <w:rsid w:val="001366EC"/>
    <w:rsid w:val="0014219C"/>
    <w:rsid w:val="001425ED"/>
    <w:rsid w:val="00143450"/>
    <w:rsid w:val="00144997"/>
    <w:rsid w:val="001523C0"/>
    <w:rsid w:val="001535FE"/>
    <w:rsid w:val="001545A9"/>
    <w:rsid w:val="00154E3A"/>
    <w:rsid w:val="00155352"/>
    <w:rsid w:val="00157902"/>
    <w:rsid w:val="00160471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E3E8F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957A9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12C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54A0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1AF3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35C9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08E2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2D8"/>
    <w:rsid w:val="006C6832"/>
    <w:rsid w:val="006D1370"/>
    <w:rsid w:val="006D2C28"/>
    <w:rsid w:val="006D3FC1"/>
    <w:rsid w:val="006D7590"/>
    <w:rsid w:val="006D7DDD"/>
    <w:rsid w:val="006E372B"/>
    <w:rsid w:val="006E5E75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868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5F1E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5F6C"/>
    <w:rsid w:val="007E6402"/>
    <w:rsid w:val="007F0A0B"/>
    <w:rsid w:val="007F3A60"/>
    <w:rsid w:val="007F3D0B"/>
    <w:rsid w:val="007F7C94"/>
    <w:rsid w:val="00802FFA"/>
    <w:rsid w:val="0081009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8667C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0257"/>
    <w:rsid w:val="00A014A3"/>
    <w:rsid w:val="00A027CC"/>
    <w:rsid w:val="00A0412D"/>
    <w:rsid w:val="00A04DD8"/>
    <w:rsid w:val="00A07FF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1E07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602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36DE2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92167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667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2D3D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0961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D563B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EF7F28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2FEF"/>
    <w:rsid w:val="00F46BD9"/>
    <w:rsid w:val="00F47CB8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C03BC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2C3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BAA504"/>
  <w15:docId w15:val="{68DF9683-1A2E-402D-A43F-A4F708F35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D531D0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A07FFD"/>
    <w:pPr>
      <w:keepNext/>
      <w:numPr>
        <w:ilvl w:val="1"/>
        <w:numId w:val="5"/>
      </w:numPr>
      <w:spacing w:before="12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D82D3D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531D0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A07FFD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785F1E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785F1E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CD6671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CD6671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D82D3D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uiPriority w:val="9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LabTitle">
    <w:name w:val="Lab Title"/>
    <w:basedOn w:val="Normal"/>
    <w:qFormat/>
    <w:rsid w:val="00FE52C3"/>
    <w:rPr>
      <w:b/>
      <w:sz w:val="32"/>
    </w:rPr>
  </w:style>
  <w:style w:type="paragraph" w:customStyle="1" w:styleId="BodyText1">
    <w:name w:val="Body Text1"/>
    <w:basedOn w:val="Normal"/>
    <w:qFormat/>
    <w:rsid w:val="00FE52C3"/>
    <w:pPr>
      <w:spacing w:line="240" w:lineRule="auto"/>
    </w:pPr>
    <w:rPr>
      <w:sz w:val="20"/>
    </w:rPr>
  </w:style>
  <w:style w:type="numbering" w:customStyle="1" w:styleId="PartStepSubStepList">
    <w:name w:val="Part_Step_SubStep_List"/>
    <w:basedOn w:val="NoList"/>
    <w:uiPriority w:val="99"/>
    <w:rsid w:val="00FE52C3"/>
    <w:pPr>
      <w:numPr>
        <w:numId w:val="10"/>
      </w:numPr>
    </w:pPr>
  </w:style>
  <w:style w:type="paragraph" w:styleId="ListParagraph">
    <w:name w:val="List Paragraph"/>
    <w:basedOn w:val="Normal"/>
    <w:uiPriority w:val="34"/>
    <w:unhideWhenUsed/>
    <w:qFormat/>
    <w:rsid w:val="00FE52C3"/>
    <w:pPr>
      <w:ind w:left="720"/>
    </w:pPr>
  </w:style>
  <w:style w:type="paragraph" w:styleId="Revision">
    <w:name w:val="Revision"/>
    <w:hidden/>
    <w:uiPriority w:val="99"/>
    <w:semiHidden/>
    <w:rsid w:val="00FE52C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D2A6259CDC7449AB25CA353E128ED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86A2C-8309-4306-BD15-2F3AD9686639}"/>
      </w:docPartPr>
      <w:docPartBody>
        <w:p w:rsidR="00457362" w:rsidRDefault="00043290">
          <w:pPr>
            <w:pStyle w:val="0D2A6259CDC7449AB25CA353E128EDD8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290"/>
    <w:rsid w:val="00043290"/>
    <w:rsid w:val="00457362"/>
    <w:rsid w:val="00E1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D2A6259CDC7449AB25CA353E128EDD8">
    <w:name w:val="0D2A6259CDC7449AB25CA353E128ED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B1B10-ED2B-47B3-8242-F8E915B4A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2</TotalTime>
  <Pages>3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Implement VLANs and Trunking</vt:lpstr>
    </vt:vector>
  </TitlesOfParts>
  <Company>Cisco Systems, Inc.</Company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Implement VLANs and Trunking</dc:title>
  <dc:creator>SP</dc:creator>
  <dc:description>2019</dc:description>
  <cp:lastModifiedBy>Suk-Yi Pennock -X (spennock - UNICON INC at Cisco)</cp:lastModifiedBy>
  <cp:revision>4</cp:revision>
  <cp:lastPrinted>2019-12-02T17:26:00Z</cp:lastPrinted>
  <dcterms:created xsi:type="dcterms:W3CDTF">2019-12-02T17:23:00Z</dcterms:created>
  <dcterms:modified xsi:type="dcterms:W3CDTF">2019-12-02T17:26:00Z</dcterms:modified>
</cp:coreProperties>
</file>